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665DE" w14:textId="77777777" w:rsidR="00B67BB0" w:rsidRDefault="00B67BB0">
      <w:pPr>
        <w:rPr>
          <w:rFonts w:ascii="Acherus Grotesque Thin" w:hAnsi="Acherus Grotesque Thin"/>
        </w:rPr>
      </w:pPr>
    </w:p>
    <w:p w14:paraId="34AE9E1C" w14:textId="77777777" w:rsidR="00B67BB0" w:rsidRDefault="00B67BB0">
      <w:pPr>
        <w:rPr>
          <w:rFonts w:ascii="Acherus Grotesque Thin" w:hAnsi="Acherus Grotesque Thin"/>
        </w:rPr>
      </w:pPr>
    </w:p>
    <w:p w14:paraId="29F4754F" w14:textId="77777777" w:rsidR="00B67BB0" w:rsidRDefault="00B67BB0">
      <w:pPr>
        <w:rPr>
          <w:rFonts w:ascii="Acherus Grotesque Thin" w:hAnsi="Acherus Grotesque Thin"/>
        </w:rPr>
      </w:pPr>
    </w:p>
    <w:p w14:paraId="22452913" w14:textId="77777777" w:rsidR="00800156" w:rsidRPr="0011611A" w:rsidRDefault="00E81EF5" w:rsidP="00F9339D">
      <w:pPr>
        <w:pStyle w:val="Title"/>
        <w:rPr>
          <w:rFonts w:ascii="Acherus Grotesque Regular" w:eastAsia="Times New Roman" w:hAnsi="Acherus Grotesque Regular" w:cs="Times New Roman"/>
        </w:rPr>
      </w:pPr>
      <w:r w:rsidRPr="0011611A">
        <w:rPr>
          <w:rFonts w:ascii="Acherus Grotesque Regular" w:eastAsia="Times New Roman" w:hAnsi="Acherus Grotesque Regular"/>
          <w:shd w:val="clear" w:color="auto" w:fill="FFFFFF"/>
        </w:rPr>
        <w:t xml:space="preserve">Lorem ipsum dolor sit </w:t>
      </w:r>
      <w:proofErr w:type="spellStart"/>
      <w:r w:rsidRPr="0011611A">
        <w:rPr>
          <w:rFonts w:ascii="Acherus Grotesque Regular" w:eastAsia="Times New Roman" w:hAnsi="Acherus Grotesque Regular"/>
          <w:shd w:val="clear" w:color="auto" w:fill="FFFFFF"/>
        </w:rPr>
        <w:t>amet</w:t>
      </w:r>
      <w:proofErr w:type="spellEnd"/>
      <w:r w:rsidRPr="0011611A">
        <w:rPr>
          <w:rFonts w:ascii="Acherus Grotesque Regular" w:eastAsia="Times New Roman" w:hAnsi="Acherus Grotesque Regular"/>
          <w:shd w:val="clear" w:color="auto" w:fill="FFFFFF"/>
        </w:rPr>
        <w:t xml:space="preserve">, </w:t>
      </w:r>
      <w:proofErr w:type="spellStart"/>
      <w:r w:rsidRPr="0011611A">
        <w:rPr>
          <w:rFonts w:ascii="Acherus Grotesque Regular" w:eastAsia="Times New Roman" w:hAnsi="Acherus Grotesque Regular"/>
          <w:shd w:val="clear" w:color="auto" w:fill="FFFFFF"/>
        </w:rPr>
        <w:t>consectetur</w:t>
      </w:r>
      <w:proofErr w:type="spellEnd"/>
      <w:r w:rsidRPr="0011611A">
        <w:rPr>
          <w:rFonts w:ascii="Acherus Grotesque Regular" w:eastAsia="Times New Roman" w:hAnsi="Acherus Grotesque Regular"/>
          <w:shd w:val="clear" w:color="auto" w:fill="FFFFFF"/>
        </w:rPr>
        <w:t xml:space="preserve"> </w:t>
      </w:r>
      <w:proofErr w:type="spellStart"/>
      <w:r w:rsidRPr="0011611A">
        <w:rPr>
          <w:rFonts w:ascii="Acherus Grotesque Regular" w:eastAsia="Times New Roman" w:hAnsi="Acherus Grotesque Regular"/>
          <w:shd w:val="clear" w:color="auto" w:fill="FFFFFF"/>
        </w:rPr>
        <w:t>adipiscing</w:t>
      </w:r>
      <w:proofErr w:type="spellEnd"/>
      <w:r w:rsidRPr="0011611A">
        <w:rPr>
          <w:rFonts w:ascii="Acherus Grotesque Regular" w:eastAsia="Times New Roman" w:hAnsi="Acherus Grotesque Regular"/>
          <w:shd w:val="clear" w:color="auto" w:fill="FFFFFF"/>
        </w:rPr>
        <w:t xml:space="preserve"> </w:t>
      </w:r>
      <w:proofErr w:type="spellStart"/>
      <w:r w:rsidRPr="0011611A">
        <w:rPr>
          <w:rFonts w:ascii="Acherus Grotesque Regular" w:eastAsia="Times New Roman" w:hAnsi="Acherus Grotesque Regular"/>
          <w:shd w:val="clear" w:color="auto" w:fill="FFFFFF"/>
        </w:rPr>
        <w:t>elit</w:t>
      </w:r>
      <w:proofErr w:type="spellEnd"/>
      <w:r w:rsidRPr="0011611A">
        <w:rPr>
          <w:rFonts w:ascii="Acherus Grotesque Regular" w:eastAsia="Times New Roman" w:hAnsi="Acherus Grotesque Regular"/>
          <w:shd w:val="clear" w:color="auto" w:fill="FFFFFF"/>
        </w:rPr>
        <w:t>.</w:t>
      </w:r>
    </w:p>
    <w:p w14:paraId="52457B6B" w14:textId="77777777" w:rsidR="00E81EF5" w:rsidRPr="0011611A" w:rsidRDefault="00E81EF5" w:rsidP="0011611A">
      <w:pPr>
        <w:pStyle w:val="Heading1"/>
      </w:pPr>
      <w:proofErr w:type="spellStart"/>
      <w:r w:rsidRPr="0011611A">
        <w:t>Pellentesque</w:t>
      </w:r>
      <w:proofErr w:type="spellEnd"/>
      <w:r w:rsidRPr="0011611A">
        <w:t xml:space="preserve"> </w:t>
      </w:r>
      <w:proofErr w:type="spellStart"/>
      <w:r w:rsidRPr="0011611A">
        <w:t>nec</w:t>
      </w:r>
      <w:proofErr w:type="spellEnd"/>
      <w:r w:rsidRPr="0011611A">
        <w:t xml:space="preserve"> </w:t>
      </w:r>
      <w:proofErr w:type="spellStart"/>
      <w:r w:rsidRPr="0011611A">
        <w:t>sagittis</w:t>
      </w:r>
      <w:proofErr w:type="spellEnd"/>
      <w:r w:rsidRPr="0011611A">
        <w:t xml:space="preserve"> libero, sit </w:t>
      </w:r>
      <w:proofErr w:type="spellStart"/>
      <w:r w:rsidRPr="0011611A">
        <w:t>amet</w:t>
      </w:r>
      <w:proofErr w:type="spellEnd"/>
      <w:r w:rsidRPr="0011611A">
        <w:t xml:space="preserve"> </w:t>
      </w:r>
      <w:proofErr w:type="spellStart"/>
      <w:r w:rsidRPr="0011611A">
        <w:t>consequat</w:t>
      </w:r>
      <w:proofErr w:type="spellEnd"/>
      <w:r w:rsidRPr="0011611A">
        <w:t xml:space="preserve"> mi.</w:t>
      </w:r>
    </w:p>
    <w:p w14:paraId="4E9C9694" w14:textId="77777777" w:rsidR="00F9339D" w:rsidRPr="00F9339D" w:rsidRDefault="00F9339D" w:rsidP="00F9339D"/>
    <w:p w14:paraId="68499C61" w14:textId="77777777" w:rsidR="00F9339D" w:rsidRDefault="00F9339D" w:rsidP="00F9339D">
      <w:proofErr w:type="spellStart"/>
      <w:r>
        <w:t>Curabitur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ac </w:t>
      </w:r>
      <w:proofErr w:type="spellStart"/>
      <w:r>
        <w:t>egestas</w:t>
      </w:r>
      <w:proofErr w:type="spellEnd"/>
      <w:r>
        <w:t xml:space="preserve">. 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nisi,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convallis non,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a </w:t>
      </w:r>
      <w:proofErr w:type="spellStart"/>
      <w:r>
        <w:t>arcu</w:t>
      </w:r>
      <w:proofErr w:type="spellEnd"/>
      <w:r>
        <w:t xml:space="preserve"> et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pulvinar sed </w:t>
      </w:r>
      <w:proofErr w:type="spellStart"/>
      <w:r>
        <w:t>nec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Sed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Maecenas vitae auctor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nisi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pharetra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faucibus</w:t>
      </w:r>
      <w:proofErr w:type="spellEnd"/>
      <w:r>
        <w:t xml:space="preserve"> vitae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magna </w:t>
      </w:r>
      <w:proofErr w:type="spellStart"/>
      <w:r>
        <w:t>ut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semper.</w:t>
      </w:r>
    </w:p>
    <w:p w14:paraId="6B0135AA" w14:textId="77777777" w:rsidR="00F9339D" w:rsidRDefault="00F9339D" w:rsidP="00F9339D"/>
    <w:p w14:paraId="2874A156" w14:textId="77777777" w:rsidR="00F9339D" w:rsidRDefault="00F9339D" w:rsidP="00F9339D">
      <w:r>
        <w:t xml:space="preserve">Ut sed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Sed ex </w:t>
      </w:r>
      <w:proofErr w:type="spellStart"/>
      <w:r>
        <w:t>lectus</w:t>
      </w:r>
      <w:proofErr w:type="spellEnd"/>
      <w:r>
        <w:t xml:space="preserve">, porta </w:t>
      </w:r>
      <w:proofErr w:type="spellStart"/>
      <w:r>
        <w:t>nec</w:t>
      </w:r>
      <w:proofErr w:type="spellEnd"/>
      <w:r>
        <w:t xml:space="preserve"> maximus id, </w:t>
      </w:r>
      <w:proofErr w:type="spellStart"/>
      <w:r>
        <w:t>commodo</w:t>
      </w:r>
      <w:proofErr w:type="spellEnd"/>
      <w:r>
        <w:t xml:space="preserve"> id ex. Morbi </w:t>
      </w:r>
      <w:proofErr w:type="spellStart"/>
      <w:r>
        <w:t>efficitur</w:t>
      </w:r>
      <w:proofErr w:type="spellEnd"/>
      <w:r>
        <w:t xml:space="preserve"> ante sed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maximus </w:t>
      </w:r>
      <w:proofErr w:type="spellStart"/>
      <w:r>
        <w:t>congue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dui, </w:t>
      </w:r>
      <w:proofErr w:type="spellStart"/>
      <w:r>
        <w:t>posuere</w:t>
      </w:r>
      <w:proofErr w:type="spellEnd"/>
      <w:r>
        <w:t xml:space="preserve"> id </w:t>
      </w:r>
      <w:proofErr w:type="spellStart"/>
      <w:r>
        <w:t>massa</w:t>
      </w:r>
      <w:proofErr w:type="spellEnd"/>
      <w:r>
        <w:t xml:space="preserve"> in,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Proin </w:t>
      </w:r>
      <w:proofErr w:type="spellStart"/>
      <w:r>
        <w:t>ultricies</w:t>
      </w:r>
      <w:proofErr w:type="spellEnd"/>
      <w:r>
        <w:t xml:space="preserve"> id </w:t>
      </w:r>
      <w:proofErr w:type="spellStart"/>
      <w:r>
        <w:t>lectus</w:t>
      </w:r>
      <w:proofErr w:type="spellEnd"/>
      <w:r>
        <w:t xml:space="preserve"> in </w:t>
      </w:r>
      <w:proofErr w:type="spellStart"/>
      <w:r>
        <w:t>fringilla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libero sed </w:t>
      </w:r>
      <w:proofErr w:type="spellStart"/>
      <w:r>
        <w:t>molestie</w:t>
      </w:r>
      <w:proofErr w:type="spellEnd"/>
      <w:r>
        <w:t>.</w:t>
      </w:r>
    </w:p>
    <w:p w14:paraId="1D5E2D59" w14:textId="77777777" w:rsidR="0014569E" w:rsidRPr="0014569E" w:rsidRDefault="0014569E" w:rsidP="0014569E"/>
    <w:p w14:paraId="40FE5F49" w14:textId="77777777" w:rsidR="0014569E" w:rsidRPr="00551913" w:rsidRDefault="00464691" w:rsidP="00551913">
      <w:pPr>
        <w:pStyle w:val="Heading2"/>
      </w:pPr>
      <w:r w:rsidRPr="00551913">
        <w:t>Subheading example</w:t>
      </w:r>
    </w:p>
    <w:p w14:paraId="799A56F2" w14:textId="77777777" w:rsidR="00710835" w:rsidRDefault="00710835" w:rsidP="00710835"/>
    <w:p w14:paraId="3106838B" w14:textId="77777777" w:rsidR="008D7169" w:rsidRPr="008D7169" w:rsidRDefault="008D7169" w:rsidP="008D7169">
      <w:pPr>
        <w:rPr>
          <w:rFonts w:ascii="Times New Roman" w:hAnsi="Times New Roman" w:cs="Times New Roman"/>
        </w:rPr>
      </w:pPr>
      <w:proofErr w:type="spellStart"/>
      <w:r w:rsidRPr="008D7169">
        <w:rPr>
          <w:shd w:val="clear" w:color="auto" w:fill="FFFFFF"/>
        </w:rPr>
        <w:t>Etiam</w:t>
      </w:r>
      <w:proofErr w:type="spellEnd"/>
      <w:r w:rsidRPr="008D7169">
        <w:rPr>
          <w:shd w:val="clear" w:color="auto" w:fill="FFFFFF"/>
        </w:rPr>
        <w:t xml:space="preserve"> fermentum ante </w:t>
      </w:r>
      <w:proofErr w:type="spellStart"/>
      <w:r w:rsidRPr="008D7169">
        <w:rPr>
          <w:shd w:val="clear" w:color="auto" w:fill="FFFFFF"/>
        </w:rPr>
        <w:t>ut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elit</w:t>
      </w:r>
      <w:proofErr w:type="spellEnd"/>
      <w:r w:rsidRPr="008D7169">
        <w:rPr>
          <w:shd w:val="clear" w:color="auto" w:fill="FFFFFF"/>
        </w:rPr>
        <w:t xml:space="preserve"> dictum, a </w:t>
      </w:r>
      <w:proofErr w:type="spellStart"/>
      <w:r w:rsidRPr="008D7169">
        <w:rPr>
          <w:shd w:val="clear" w:color="auto" w:fill="FFFFFF"/>
        </w:rPr>
        <w:t>rutrum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elit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congue</w:t>
      </w:r>
      <w:proofErr w:type="spellEnd"/>
      <w:r w:rsidRPr="008D7169">
        <w:rPr>
          <w:shd w:val="clear" w:color="auto" w:fill="FFFFFF"/>
        </w:rPr>
        <w:t xml:space="preserve">. Sed vel </w:t>
      </w:r>
      <w:proofErr w:type="spellStart"/>
      <w:r w:rsidRPr="008D7169">
        <w:rPr>
          <w:shd w:val="clear" w:color="auto" w:fill="FFFFFF"/>
        </w:rPr>
        <w:t>orci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tortor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feugiat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consectetur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justo</w:t>
      </w:r>
      <w:proofErr w:type="spellEnd"/>
      <w:r w:rsidRPr="008D7169">
        <w:rPr>
          <w:shd w:val="clear" w:color="auto" w:fill="FFFFFF"/>
        </w:rPr>
        <w:t xml:space="preserve">. </w:t>
      </w:r>
      <w:proofErr w:type="spellStart"/>
      <w:r w:rsidRPr="008D7169">
        <w:rPr>
          <w:shd w:val="clear" w:color="auto" w:fill="FFFFFF"/>
        </w:rPr>
        <w:t>Nulla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facilisi</w:t>
      </w:r>
      <w:proofErr w:type="spellEnd"/>
      <w:r w:rsidRPr="008D7169">
        <w:rPr>
          <w:shd w:val="clear" w:color="auto" w:fill="FFFFFF"/>
        </w:rPr>
        <w:t xml:space="preserve">. Aenean pulvinar </w:t>
      </w:r>
      <w:proofErr w:type="spellStart"/>
      <w:r w:rsidRPr="008D7169">
        <w:rPr>
          <w:shd w:val="clear" w:color="auto" w:fill="FFFFFF"/>
        </w:rPr>
        <w:t>risus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tristique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pellentesque</w:t>
      </w:r>
      <w:proofErr w:type="spellEnd"/>
      <w:r w:rsidRPr="008D7169">
        <w:rPr>
          <w:shd w:val="clear" w:color="auto" w:fill="FFFFFF"/>
        </w:rPr>
        <w:t xml:space="preserve">. Ut </w:t>
      </w:r>
      <w:proofErr w:type="spellStart"/>
      <w:r w:rsidRPr="008D7169">
        <w:rPr>
          <w:shd w:val="clear" w:color="auto" w:fill="FFFFFF"/>
        </w:rPr>
        <w:t>faucibus</w:t>
      </w:r>
      <w:proofErr w:type="spellEnd"/>
      <w:r w:rsidRPr="008D7169">
        <w:rPr>
          <w:shd w:val="clear" w:color="auto" w:fill="FFFFFF"/>
        </w:rPr>
        <w:t xml:space="preserve"> lorem ac </w:t>
      </w:r>
      <w:proofErr w:type="spellStart"/>
      <w:r w:rsidRPr="008D7169">
        <w:rPr>
          <w:shd w:val="clear" w:color="auto" w:fill="FFFFFF"/>
        </w:rPr>
        <w:t>nunc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vehicula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malesuada</w:t>
      </w:r>
      <w:proofErr w:type="spellEnd"/>
      <w:r w:rsidRPr="008D7169">
        <w:rPr>
          <w:shd w:val="clear" w:color="auto" w:fill="FFFFFF"/>
        </w:rPr>
        <w:t xml:space="preserve">. Duis convallis </w:t>
      </w:r>
      <w:proofErr w:type="spellStart"/>
      <w:r w:rsidRPr="008D7169">
        <w:rPr>
          <w:shd w:val="clear" w:color="auto" w:fill="FFFFFF"/>
        </w:rPr>
        <w:t>massa</w:t>
      </w:r>
      <w:proofErr w:type="spellEnd"/>
      <w:r w:rsidRPr="008D7169">
        <w:rPr>
          <w:shd w:val="clear" w:color="auto" w:fill="FFFFFF"/>
        </w:rPr>
        <w:t xml:space="preserve"> vitae lorem </w:t>
      </w:r>
      <w:proofErr w:type="spellStart"/>
      <w:r w:rsidRPr="008D7169">
        <w:rPr>
          <w:shd w:val="clear" w:color="auto" w:fill="FFFFFF"/>
        </w:rPr>
        <w:t>varius</w:t>
      </w:r>
      <w:proofErr w:type="spellEnd"/>
      <w:r w:rsidRPr="008D7169">
        <w:rPr>
          <w:shd w:val="clear" w:color="auto" w:fill="FFFFFF"/>
        </w:rPr>
        <w:t xml:space="preserve">, vel </w:t>
      </w:r>
      <w:proofErr w:type="spellStart"/>
      <w:r w:rsidRPr="008D7169">
        <w:rPr>
          <w:shd w:val="clear" w:color="auto" w:fill="FFFFFF"/>
        </w:rPr>
        <w:t>faucibus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risus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aliquet</w:t>
      </w:r>
      <w:proofErr w:type="spellEnd"/>
      <w:r w:rsidRPr="008D7169">
        <w:rPr>
          <w:shd w:val="clear" w:color="auto" w:fill="FFFFFF"/>
        </w:rPr>
        <w:t xml:space="preserve">. </w:t>
      </w:r>
      <w:proofErr w:type="spellStart"/>
      <w:r w:rsidRPr="008D7169">
        <w:rPr>
          <w:shd w:val="clear" w:color="auto" w:fill="FFFFFF"/>
        </w:rPr>
        <w:t>Etiam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varius</w:t>
      </w:r>
      <w:proofErr w:type="spellEnd"/>
      <w:r w:rsidRPr="008D7169">
        <w:rPr>
          <w:shd w:val="clear" w:color="auto" w:fill="FFFFFF"/>
        </w:rPr>
        <w:t xml:space="preserve"> dolor </w:t>
      </w:r>
      <w:proofErr w:type="spellStart"/>
      <w:r w:rsidRPr="008D7169">
        <w:rPr>
          <w:shd w:val="clear" w:color="auto" w:fill="FFFFFF"/>
        </w:rPr>
        <w:t>nulla</w:t>
      </w:r>
      <w:proofErr w:type="spellEnd"/>
      <w:r w:rsidRPr="008D7169">
        <w:rPr>
          <w:shd w:val="clear" w:color="auto" w:fill="FFFFFF"/>
        </w:rPr>
        <w:t xml:space="preserve">, </w:t>
      </w:r>
      <w:proofErr w:type="gramStart"/>
      <w:r w:rsidRPr="008D7169">
        <w:rPr>
          <w:shd w:val="clear" w:color="auto" w:fill="FFFFFF"/>
        </w:rPr>
        <w:t>a</w:t>
      </w:r>
      <w:proofErr w:type="gram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efficitur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lacus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consectetur</w:t>
      </w:r>
      <w:proofErr w:type="spellEnd"/>
      <w:r w:rsidRPr="008D7169">
        <w:rPr>
          <w:shd w:val="clear" w:color="auto" w:fill="FFFFFF"/>
        </w:rPr>
        <w:t xml:space="preserve"> vel. Integer </w:t>
      </w:r>
      <w:proofErr w:type="spellStart"/>
      <w:r w:rsidRPr="008D7169">
        <w:rPr>
          <w:shd w:val="clear" w:color="auto" w:fill="FFFFFF"/>
        </w:rPr>
        <w:t>viverra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nibh</w:t>
      </w:r>
      <w:proofErr w:type="spellEnd"/>
      <w:r w:rsidRPr="008D7169">
        <w:rPr>
          <w:shd w:val="clear" w:color="auto" w:fill="FFFFFF"/>
        </w:rPr>
        <w:t xml:space="preserve"> non dictum. In hac </w:t>
      </w:r>
      <w:proofErr w:type="spellStart"/>
      <w:r w:rsidRPr="008D7169">
        <w:rPr>
          <w:shd w:val="clear" w:color="auto" w:fill="FFFFFF"/>
        </w:rPr>
        <w:t>habitasse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platea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dictumst</w:t>
      </w:r>
      <w:proofErr w:type="spellEnd"/>
      <w:r w:rsidRPr="008D7169">
        <w:rPr>
          <w:shd w:val="clear" w:color="auto" w:fill="FFFFFF"/>
        </w:rPr>
        <w:t>.</w:t>
      </w:r>
    </w:p>
    <w:p w14:paraId="61F12843" w14:textId="77777777" w:rsidR="008D7169" w:rsidRDefault="008D7169" w:rsidP="00710835"/>
    <w:p w14:paraId="7BA27817" w14:textId="77777777" w:rsidR="00710835" w:rsidRPr="00551913" w:rsidRDefault="00710835" w:rsidP="00551913">
      <w:pPr>
        <w:pStyle w:val="Heading3"/>
      </w:pPr>
      <w:r w:rsidRPr="00551913">
        <w:t>H3 Text ABCDEF</w:t>
      </w:r>
    </w:p>
    <w:p w14:paraId="1B427527" w14:textId="46C150A2" w:rsidR="00DE189C" w:rsidRPr="00DE189C" w:rsidRDefault="008D7169">
      <w:pPr>
        <w:rPr>
          <w:rFonts w:ascii="Times New Roman" w:hAnsi="Times New Roman" w:cs="Times New Roman"/>
        </w:rPr>
      </w:pPr>
      <w:r w:rsidRPr="008D7169">
        <w:rPr>
          <w:shd w:val="clear" w:color="auto" w:fill="FFFFFF"/>
        </w:rPr>
        <w:t xml:space="preserve">Donec lacinia </w:t>
      </w:r>
      <w:proofErr w:type="spellStart"/>
      <w:r w:rsidRPr="008D7169">
        <w:rPr>
          <w:shd w:val="clear" w:color="auto" w:fill="FFFFFF"/>
        </w:rPr>
        <w:t>malesuada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quam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auctor. Donec </w:t>
      </w:r>
      <w:proofErr w:type="spellStart"/>
      <w:r w:rsidRPr="008D7169">
        <w:rPr>
          <w:shd w:val="clear" w:color="auto" w:fill="FFFFFF"/>
        </w:rPr>
        <w:t>nibh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leo</w:t>
      </w:r>
      <w:proofErr w:type="spellEnd"/>
      <w:r w:rsidRPr="008D7169">
        <w:rPr>
          <w:shd w:val="clear" w:color="auto" w:fill="FFFFFF"/>
        </w:rPr>
        <w:t xml:space="preserve">, porta et </w:t>
      </w:r>
      <w:proofErr w:type="spellStart"/>
      <w:r w:rsidRPr="008D7169">
        <w:rPr>
          <w:shd w:val="clear" w:color="auto" w:fill="FFFFFF"/>
        </w:rPr>
        <w:t>tortor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eu</w:t>
      </w:r>
      <w:proofErr w:type="spellEnd"/>
      <w:r w:rsidRPr="008D7169">
        <w:rPr>
          <w:shd w:val="clear" w:color="auto" w:fill="FFFFFF"/>
        </w:rPr>
        <w:t xml:space="preserve">, </w:t>
      </w:r>
      <w:proofErr w:type="spellStart"/>
      <w:r w:rsidRPr="008D7169">
        <w:rPr>
          <w:shd w:val="clear" w:color="auto" w:fill="FFFFFF"/>
        </w:rPr>
        <w:t>ultricies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venenatis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neque</w:t>
      </w:r>
      <w:proofErr w:type="spellEnd"/>
      <w:r w:rsidRPr="008D7169">
        <w:rPr>
          <w:shd w:val="clear" w:color="auto" w:fill="FFFFFF"/>
        </w:rPr>
        <w:t>.</w:t>
      </w:r>
    </w:p>
    <w:sectPr w:rsidR="00DE189C" w:rsidRPr="00DE189C" w:rsidSect="005F4C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48EC" w14:textId="77777777" w:rsidR="00EC097E" w:rsidRDefault="00EC097E" w:rsidP="009D454C">
      <w:r>
        <w:separator/>
      </w:r>
    </w:p>
  </w:endnote>
  <w:endnote w:type="continuationSeparator" w:id="0">
    <w:p w14:paraId="28A2B74A" w14:textId="77777777" w:rsidR="00EC097E" w:rsidRDefault="00EC097E" w:rsidP="009D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4D"/>
    <w:family w:val="auto"/>
    <w:pitch w:val="variable"/>
    <w:sig w:usb0="80000047" w:usb1="40000062" w:usb2="00000000" w:usb3="00000000" w:csb0="00000093" w:csb1="00000000"/>
  </w:font>
  <w:font w:name="Gineso Cond Bold Italic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Cond Bold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Cond Regular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Acherus Grotesque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Acherus Grotesque Thin">
    <w:altName w:val="Calibri"/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Gineso Cond Demi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Norm">
    <w:altName w:val="Calibri"/>
    <w:charset w:val="00"/>
    <w:family w:val="auto"/>
    <w:pitch w:val="variable"/>
    <w:sig w:usb0="A000002F" w:usb1="5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A99B0" w14:textId="77777777" w:rsidR="00B12197" w:rsidRDefault="00B121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D1DFA" w14:textId="7DB9F00A" w:rsidR="009C6793" w:rsidRPr="005736B1" w:rsidRDefault="00DE189C" w:rsidP="000E3DC5">
    <w:pPr>
      <w:pStyle w:val="Footer"/>
      <w:jc w:val="center"/>
      <w:rPr>
        <w:rFonts w:ascii="Acherus Grotesque" w:hAnsi="Acherus Grotesque"/>
        <w:bCs/>
        <w:i/>
        <w:color w:val="7F7F7F" w:themeColor="text1" w:themeTint="80"/>
        <w:spacing w:val="30"/>
        <w:sz w:val="16"/>
        <w:szCs w:val="16"/>
      </w:rPr>
    </w:pPr>
    <w:r w:rsidRPr="00DE189C">
      <w:rPr>
        <w:noProof/>
      </w:rPr>
      <w:drawing>
        <wp:inline distT="0" distB="0" distL="0" distR="0" wp14:anchorId="613AB48E" wp14:editId="242D8E6B">
          <wp:extent cx="5686425" cy="563300"/>
          <wp:effectExtent l="0" t="0" r="0" b="825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3126" cy="597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FF399" w14:textId="77777777" w:rsidR="005F4CAC" w:rsidRDefault="00287533" w:rsidP="00DE189C">
    <w:pPr>
      <w:pStyle w:val="Footer"/>
      <w:jc w:val="center"/>
    </w:pPr>
    <w:r w:rsidRPr="00DE189C">
      <w:rPr>
        <w:noProof/>
      </w:rPr>
      <w:drawing>
        <wp:inline distT="0" distB="0" distL="0" distR="0" wp14:anchorId="10DBD49B" wp14:editId="7CC4EDEF">
          <wp:extent cx="5686425" cy="563300"/>
          <wp:effectExtent l="0" t="0" r="0" b="8255"/>
          <wp:docPr id="1" name="Picture 1" descr="Virginia Polytechnic Institute and State University is an Equal Opportunity Employ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Virginia Polytechnic Institute and State University is an Equal Opportunity Employ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3126" cy="597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FAFC4" w14:textId="77777777" w:rsidR="00EC097E" w:rsidRDefault="00EC097E" w:rsidP="009D454C">
      <w:r>
        <w:separator/>
      </w:r>
    </w:p>
  </w:footnote>
  <w:footnote w:type="continuationSeparator" w:id="0">
    <w:p w14:paraId="74161969" w14:textId="77777777" w:rsidR="00EC097E" w:rsidRDefault="00EC097E" w:rsidP="009D4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062F4" w14:textId="77777777" w:rsidR="00B12197" w:rsidRDefault="00B121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51CA" w14:textId="77777777" w:rsidR="00B12197" w:rsidRDefault="00B121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B3A9" w14:textId="77777777" w:rsidR="005F4CAC" w:rsidRDefault="005F4CAC" w:rsidP="005F4CAC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683"/>
      <w:gridCol w:w="2529"/>
      <w:gridCol w:w="3148"/>
    </w:tblGrid>
    <w:tr w:rsidR="005F4CAC" w14:paraId="77B4B939" w14:textId="77777777" w:rsidTr="00110467">
      <w:tc>
        <w:tcPr>
          <w:tcW w:w="3683" w:type="dxa"/>
          <w:tcBorders>
            <w:top w:val="nil"/>
            <w:left w:val="nil"/>
            <w:bottom w:val="nil"/>
            <w:right w:val="nil"/>
          </w:tcBorders>
        </w:tcPr>
        <w:p w14:paraId="7FA41117" w14:textId="77777777" w:rsidR="005F4CAC" w:rsidRDefault="005F4CAC" w:rsidP="00110467">
          <w:pPr>
            <w:pStyle w:val="Header"/>
            <w:tabs>
              <w:tab w:val="clear" w:pos="4680"/>
              <w:tab w:val="clear" w:pos="9360"/>
              <w:tab w:val="right" w:pos="4459"/>
            </w:tabs>
          </w:pPr>
          <w:r>
            <w:rPr>
              <w:noProof/>
            </w:rPr>
            <w:drawing>
              <wp:inline distT="0" distB="0" distL="0" distR="0" wp14:anchorId="6BF49457" wp14:editId="22E917D7">
                <wp:extent cx="1850602" cy="347384"/>
                <wp:effectExtent l="0" t="0" r="3810" b="8255"/>
                <wp:docPr id="5" name="Picture 5" descr="Virginia Tec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 descr="Virginia Tech logo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0200" cy="3548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2529" w:type="dxa"/>
          <w:tcBorders>
            <w:top w:val="nil"/>
            <w:left w:val="nil"/>
            <w:bottom w:val="nil"/>
            <w:right w:val="nil"/>
          </w:tcBorders>
        </w:tcPr>
        <w:p w14:paraId="5430901F" w14:textId="77777777" w:rsidR="005F4CAC" w:rsidRPr="00893C30" w:rsidRDefault="005F4CAC" w:rsidP="00110467">
          <w:pPr>
            <w:pStyle w:val="Header"/>
            <w:rPr>
              <w:rFonts w:ascii="Gineso Cond Demi" w:hAnsi="Gineso Cond Demi"/>
              <w:b/>
              <w:bCs/>
              <w:sz w:val="20"/>
              <w:szCs w:val="20"/>
            </w:rPr>
          </w:pP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</w:tcPr>
        <w:p w14:paraId="6615DD56" w14:textId="77777777" w:rsidR="005F4CAC" w:rsidRDefault="005F4CAC" w:rsidP="00110467">
          <w:pPr>
            <w:pStyle w:val="Header"/>
            <w:rPr>
              <w:rFonts w:ascii="Gineso Cond Demi" w:hAnsi="Gineso Cond Demi"/>
              <w:b/>
              <w:bCs/>
              <w:sz w:val="20"/>
              <w:szCs w:val="20"/>
            </w:rPr>
          </w:pPr>
          <w:r>
            <w:rPr>
              <w:rFonts w:ascii="Gineso Cond Demi" w:hAnsi="Gineso Cond Demi"/>
              <w:b/>
              <w:bCs/>
              <w:sz w:val="20"/>
              <w:szCs w:val="20"/>
            </w:rPr>
            <w:t>Department name</w:t>
          </w:r>
        </w:p>
        <w:p w14:paraId="6FD9118B" w14:textId="77777777" w:rsidR="005F4CAC" w:rsidRPr="0011611A" w:rsidRDefault="005F4CAC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12345 Street Address</w:t>
          </w:r>
        </w:p>
        <w:p w14:paraId="7582F183" w14:textId="77777777" w:rsidR="005F4CAC" w:rsidRPr="0011611A" w:rsidRDefault="005F4CAC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Building Name, Suite 1234</w:t>
          </w:r>
        </w:p>
        <w:p w14:paraId="3B781DB6" w14:textId="77777777" w:rsidR="005F4CAC" w:rsidRPr="0011611A" w:rsidRDefault="005F4CAC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Blacksburg, Virginia 24061</w:t>
          </w:r>
        </w:p>
        <w:p w14:paraId="0A1890FC" w14:textId="2A449AA0" w:rsidR="005F4CAC" w:rsidRPr="0011611A" w:rsidRDefault="005F4CAC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P: (540) 231-</w:t>
          </w:r>
          <w:r w:rsidR="00B12197">
            <w:rPr>
              <w:rFonts w:ascii="Gineso Cond Regular" w:hAnsi="Gineso Cond Regular"/>
              <w:sz w:val="20"/>
              <w:szCs w:val="20"/>
            </w:rPr>
            <w:t>####</w:t>
          </w:r>
          <w:r w:rsidRPr="0011611A">
            <w:rPr>
              <w:rFonts w:ascii="Gineso Cond Regular" w:hAnsi="Gineso Cond Regular"/>
              <w:sz w:val="20"/>
              <w:szCs w:val="20"/>
            </w:rPr>
            <w:t xml:space="preserve"> F: (540) 231-</w:t>
          </w:r>
          <w:r w:rsidR="00B12197">
            <w:rPr>
              <w:rFonts w:ascii="Gineso Cond Regular" w:hAnsi="Gineso Cond Regular"/>
              <w:sz w:val="20"/>
              <w:szCs w:val="20"/>
            </w:rPr>
            <w:t>####</w:t>
          </w:r>
        </w:p>
        <w:p w14:paraId="6B7EBA0F" w14:textId="77777777" w:rsidR="005F4CAC" w:rsidRPr="00893C30" w:rsidRDefault="005F4CAC" w:rsidP="00110467">
          <w:pPr>
            <w:pStyle w:val="Header"/>
            <w:rPr>
              <w:rFonts w:ascii="Gineso Norm" w:hAnsi="Gineso Norm"/>
              <w:sz w:val="20"/>
              <w:szCs w:val="20"/>
            </w:rPr>
          </w:pPr>
          <w:r w:rsidRPr="0011611A">
            <w:rPr>
              <w:rFonts w:ascii="Gineso Cond Regular" w:hAnsi="Gineso Cond Regular"/>
              <w:sz w:val="20"/>
              <w:szCs w:val="20"/>
            </w:rPr>
            <w:t>name@vt.edu</w:t>
          </w:r>
        </w:p>
      </w:tc>
    </w:tr>
  </w:tbl>
  <w:p w14:paraId="6B32AF93" w14:textId="77777777" w:rsidR="005F4CAC" w:rsidRDefault="005F4C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89C"/>
    <w:rsid w:val="000E3DC5"/>
    <w:rsid w:val="000F158A"/>
    <w:rsid w:val="0011611A"/>
    <w:rsid w:val="00125939"/>
    <w:rsid w:val="0014569E"/>
    <w:rsid w:val="00204A26"/>
    <w:rsid w:val="002212D8"/>
    <w:rsid w:val="00235F35"/>
    <w:rsid w:val="00287533"/>
    <w:rsid w:val="0028767B"/>
    <w:rsid w:val="002E55DE"/>
    <w:rsid w:val="00360B90"/>
    <w:rsid w:val="00390832"/>
    <w:rsid w:val="003C6F21"/>
    <w:rsid w:val="0040680D"/>
    <w:rsid w:val="00412575"/>
    <w:rsid w:val="004133F3"/>
    <w:rsid w:val="00464691"/>
    <w:rsid w:val="00551913"/>
    <w:rsid w:val="005736B1"/>
    <w:rsid w:val="005A40BD"/>
    <w:rsid w:val="005C1E49"/>
    <w:rsid w:val="005F4CAC"/>
    <w:rsid w:val="00624A88"/>
    <w:rsid w:val="00710835"/>
    <w:rsid w:val="00784C34"/>
    <w:rsid w:val="007D5AC6"/>
    <w:rsid w:val="007D5BDD"/>
    <w:rsid w:val="00800156"/>
    <w:rsid w:val="008018F2"/>
    <w:rsid w:val="00880CA2"/>
    <w:rsid w:val="00893C30"/>
    <w:rsid w:val="008B7D6F"/>
    <w:rsid w:val="008D6094"/>
    <w:rsid w:val="008D7169"/>
    <w:rsid w:val="009012AF"/>
    <w:rsid w:val="009C6793"/>
    <w:rsid w:val="009D08F3"/>
    <w:rsid w:val="009D454C"/>
    <w:rsid w:val="00A45333"/>
    <w:rsid w:val="00B04DA6"/>
    <w:rsid w:val="00B12197"/>
    <w:rsid w:val="00B67BB0"/>
    <w:rsid w:val="00C933CB"/>
    <w:rsid w:val="00CE0D36"/>
    <w:rsid w:val="00DE189C"/>
    <w:rsid w:val="00E179F4"/>
    <w:rsid w:val="00E2238C"/>
    <w:rsid w:val="00E81EF5"/>
    <w:rsid w:val="00EC097E"/>
    <w:rsid w:val="00F5417B"/>
    <w:rsid w:val="00F9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3A49C"/>
  <w14:defaultImageDpi w14:val="32767"/>
  <w15:chartTrackingRefBased/>
  <w15:docId w15:val="{BAF09E1E-A649-4BF0-B4BD-4DE4FA5C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9339D"/>
    <w:rPr>
      <w:rFonts w:ascii="Crimson Text" w:hAnsi="Crimson Text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1611A"/>
    <w:pPr>
      <w:keepNext/>
      <w:keepLines/>
      <w:spacing w:before="240"/>
      <w:outlineLvl w:val="0"/>
    </w:pPr>
    <w:rPr>
      <w:rFonts w:ascii="Gineso Cond Bold Italic" w:eastAsia="Times New Roman" w:hAnsi="Gineso Cond Bold Italic" w:cstheme="majorBidi"/>
      <w:bCs/>
      <w:iCs/>
      <w:color w:val="000000" w:themeColor="text1"/>
      <w:sz w:val="32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1913"/>
    <w:pPr>
      <w:keepNext/>
      <w:keepLines/>
      <w:spacing w:before="40"/>
      <w:outlineLvl w:val="1"/>
    </w:pPr>
    <w:rPr>
      <w:rFonts w:ascii="Gineso Cond Bold" w:eastAsiaTheme="majorEastAsia" w:hAnsi="Gineso Cond Bold" w:cstheme="majorBidi"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51913"/>
    <w:pPr>
      <w:keepNext/>
      <w:keepLines/>
      <w:spacing w:before="40"/>
      <w:outlineLvl w:val="2"/>
    </w:pPr>
    <w:rPr>
      <w:rFonts w:ascii="Gineso Cond Regular" w:eastAsiaTheme="majorEastAsia" w:hAnsi="Gineso Cond Regular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5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54C"/>
  </w:style>
  <w:style w:type="paragraph" w:styleId="Footer">
    <w:name w:val="footer"/>
    <w:basedOn w:val="Normal"/>
    <w:link w:val="FooterChar"/>
    <w:uiPriority w:val="99"/>
    <w:unhideWhenUsed/>
    <w:rsid w:val="009D45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54C"/>
  </w:style>
  <w:style w:type="table" w:styleId="TableGrid">
    <w:name w:val="Table Grid"/>
    <w:basedOn w:val="TableNormal"/>
    <w:uiPriority w:val="39"/>
    <w:rsid w:val="00893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1611A"/>
    <w:rPr>
      <w:rFonts w:ascii="Gineso Cond Bold Italic" w:eastAsia="Times New Roman" w:hAnsi="Gineso Cond Bold Italic" w:cstheme="majorBidi"/>
      <w:bCs/>
      <w:iCs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1913"/>
    <w:rPr>
      <w:rFonts w:ascii="Gineso Cond Bold" w:eastAsiaTheme="majorEastAsia" w:hAnsi="Gineso Cond Bold" w:cstheme="majorBidi"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51913"/>
    <w:rPr>
      <w:rFonts w:ascii="Gineso Cond Regular" w:eastAsiaTheme="majorEastAsia" w:hAnsi="Gineso Cond Regular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800156"/>
    <w:pPr>
      <w:contextualSpacing/>
    </w:pPr>
    <w:rPr>
      <w:rFonts w:ascii="Acherus Grotesque" w:eastAsiaTheme="majorEastAsia" w:hAnsi="Acherus Grotesque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0156"/>
    <w:rPr>
      <w:rFonts w:ascii="Acherus Grotesque" w:eastAsiaTheme="majorEastAsia" w:hAnsi="Acherus Grotesque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F9339D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c97\Desktop\Microsoft-Word-letterhead-templates-Windows\BW-Template-with-custom-fon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03F945-23B3-450A-9987-C964C86A0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BW-Template-with-custom-fonts.dotx</Template>
  <TotalTime>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Candelario, Ethan</dc:creator>
  <cp:keywords/>
  <dc:description/>
  <cp:lastModifiedBy>Candelario, Ethan</cp:lastModifiedBy>
  <cp:revision>2</cp:revision>
  <cp:lastPrinted>2017-10-25T01:44:00Z</cp:lastPrinted>
  <dcterms:created xsi:type="dcterms:W3CDTF">2025-02-21T15:47:00Z</dcterms:created>
  <dcterms:modified xsi:type="dcterms:W3CDTF">2025-03-20T17:05:00Z</dcterms:modified>
</cp:coreProperties>
</file>